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494"/>
      </w:tblGrid>
      <w:tr w:rsidR="00B304E2" w14:paraId="5FA7E109" w14:textId="77777777">
        <w:trPr>
          <w:trHeight w:val="1701"/>
        </w:trPr>
        <w:tc>
          <w:tcPr>
            <w:tcW w:w="9494" w:type="dxa"/>
          </w:tcPr>
          <w:p w14:paraId="5456FB03" w14:textId="77777777" w:rsidR="00B304E2" w:rsidRDefault="002F7BF5">
            <w:pPr>
              <w:tabs>
                <w:tab w:val="left" w:pos="4009"/>
              </w:tabs>
              <w:jc w:val="center"/>
              <w:rPr>
                <w:rFonts w:ascii="Century Gothic" w:hAnsi="Century Gothic"/>
                <w:b/>
                <w:noProof/>
                <w:sz w:val="40"/>
              </w:rPr>
            </w:pPr>
            <w:r>
              <w:rPr>
                <w:rFonts w:ascii="Century Gothic" w:hAnsi="Century Gothic"/>
                <w:b/>
                <w:noProof/>
                <w:sz w:val="40"/>
              </w:rPr>
              <w:t>Porzellanmanufaktur GmbH</w:t>
            </w:r>
          </w:p>
          <w:p w14:paraId="27E87A5B" w14:textId="77777777" w:rsidR="00B304E2" w:rsidRDefault="009646BD">
            <w:pPr>
              <w:tabs>
                <w:tab w:val="left" w:pos="4009"/>
              </w:tabs>
              <w:jc w:val="center"/>
              <w:rPr>
                <w:rFonts w:ascii="Century Gothic" w:hAnsi="Century Gothic"/>
                <w:sz w:val="32"/>
              </w:rPr>
            </w:pPr>
            <w:r>
              <w:rPr>
                <w:rFonts w:ascii="Century Gothic" w:hAnsi="Century Gothic"/>
                <w:sz w:val="32"/>
              </w:rPr>
              <w:t>B</w:t>
            </w:r>
            <w:r w:rsidR="002F7BF5">
              <w:rPr>
                <w:rFonts w:ascii="Century Gothic" w:hAnsi="Century Gothic"/>
                <w:sz w:val="32"/>
              </w:rPr>
              <w:t>eispielstraße 99</w:t>
            </w:r>
          </w:p>
          <w:p w14:paraId="1CAACDDA" w14:textId="77777777" w:rsidR="00B304E2" w:rsidRDefault="002F7BF5">
            <w:pPr>
              <w:jc w:val="center"/>
              <w:rPr>
                <w:rFonts w:ascii="Century Gothic" w:hAnsi="Century Gothic"/>
                <w:sz w:val="32"/>
              </w:rPr>
            </w:pPr>
            <w:r>
              <w:rPr>
                <w:rFonts w:ascii="Century Gothic" w:hAnsi="Century Gothic"/>
                <w:sz w:val="32"/>
              </w:rPr>
              <w:t>12345 Irgendwo</w:t>
            </w:r>
          </w:p>
        </w:tc>
      </w:tr>
    </w:tbl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88"/>
      </w:tblGrid>
      <w:tr w:rsidR="00B304E2" w14:paraId="0A36B21C" w14:textId="77777777">
        <w:trPr>
          <w:trHeight w:hRule="exact" w:val="2665"/>
        </w:trPr>
        <w:tc>
          <w:tcPr>
            <w:tcW w:w="4988" w:type="dxa"/>
          </w:tcPr>
          <w:p w14:paraId="467102FE" w14:textId="77777777" w:rsidR="00B304E2" w:rsidRDefault="002F7BF5">
            <w:pPr>
              <w:framePr w:hSpace="141" w:wrap="around" w:vAnchor="text" w:hAnchor="margin" w:y="104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 xml:space="preserve">               Porzellanmanufaktur, Beispielstr. 99, 12345 Irgendwo                </w:t>
            </w:r>
            <w:r>
              <w:rPr>
                <w:rFonts w:ascii="Arial" w:hAnsi="Arial"/>
                <w:color w:val="FFFFFF"/>
                <w:sz w:val="16"/>
                <w:u w:val="single"/>
              </w:rPr>
              <w:t>.</w:t>
            </w:r>
          </w:p>
          <w:p w14:paraId="788C9340" w14:textId="77777777" w:rsidR="00B304E2" w:rsidRDefault="003249AB">
            <w:pPr>
              <w:framePr w:hSpace="141" w:wrap="around" w:vAnchor="text" w:hAnchor="margin" w:y="104"/>
            </w:pPr>
            <w:r>
              <w:fldChar w:fldCharType="begin"/>
            </w:r>
            <w:r>
              <w:instrText xml:space="preserve"> MERGEFIELD Anrede </w:instrText>
            </w:r>
            <w:r>
              <w:fldChar w:fldCharType="separate"/>
            </w:r>
            <w:r>
              <w:rPr>
                <w:noProof/>
              </w:rPr>
              <w:t>«Anrede»</w:t>
            </w:r>
            <w:r>
              <w:rPr>
                <w:noProof/>
              </w:rPr>
              <w:fldChar w:fldCharType="end"/>
            </w:r>
          </w:p>
          <w:p w14:paraId="43F9FB4E" w14:textId="77777777" w:rsidR="00847E94" w:rsidRDefault="003249AB">
            <w:pPr>
              <w:framePr w:hSpace="141" w:wrap="around" w:vAnchor="text" w:hAnchor="margin" w:y="104"/>
            </w:pPr>
            <w:r>
              <w:fldChar w:fldCharType="begin"/>
            </w:r>
            <w:r>
              <w:instrText xml:space="preserve"> MERGEFIELD Vorname </w:instrText>
            </w:r>
            <w:r>
              <w:fldChar w:fldCharType="separate"/>
            </w:r>
            <w:r>
              <w:rPr>
                <w:noProof/>
              </w:rPr>
              <w:t>«Vorname»</w:t>
            </w:r>
            <w:r>
              <w:rPr>
                <w:noProof/>
              </w:rPr>
              <w:fldChar w:fldCharType="end"/>
            </w:r>
            <w:r w:rsidR="00847E94">
              <w:t xml:space="preserve"> </w:t>
            </w:r>
            <w:r>
              <w:fldChar w:fldCharType="begin"/>
            </w:r>
            <w:r>
              <w:instrText xml:space="preserve"> MERGEFIELD Nachname </w:instrText>
            </w:r>
            <w:r>
              <w:fldChar w:fldCharType="separate"/>
            </w:r>
            <w:r>
              <w:rPr>
                <w:noProof/>
              </w:rPr>
              <w:t>«Nachname»</w:t>
            </w:r>
            <w:r>
              <w:rPr>
                <w:noProof/>
              </w:rPr>
              <w:fldChar w:fldCharType="end"/>
            </w:r>
          </w:p>
          <w:p w14:paraId="682ABF51" w14:textId="77777777" w:rsidR="00847E94" w:rsidRDefault="003249AB">
            <w:pPr>
              <w:framePr w:hSpace="141" w:wrap="around" w:vAnchor="text" w:hAnchor="margin" w:y="104"/>
            </w:pPr>
            <w:r>
              <w:fldChar w:fldCharType="begin"/>
            </w:r>
            <w:r>
              <w:instrText xml:space="preserve"> MERGEFIELD Strasse </w:instrText>
            </w:r>
            <w:r>
              <w:fldChar w:fldCharType="separate"/>
            </w:r>
            <w:r>
              <w:rPr>
                <w:noProof/>
              </w:rPr>
              <w:t>«Strasse»</w:t>
            </w:r>
            <w:r>
              <w:rPr>
                <w:noProof/>
              </w:rPr>
              <w:fldChar w:fldCharType="end"/>
            </w:r>
            <w:r w:rsidR="00847E94">
              <w:t xml:space="preserve"> </w:t>
            </w:r>
            <w:r>
              <w:fldChar w:fldCharType="begin"/>
            </w:r>
            <w:r>
              <w:instrText xml:space="preserve"> MERGEFIELD HNr </w:instrText>
            </w:r>
            <w:r>
              <w:fldChar w:fldCharType="separate"/>
            </w:r>
            <w:r>
              <w:rPr>
                <w:noProof/>
              </w:rPr>
              <w:t>«HNr»</w:t>
            </w:r>
            <w:r>
              <w:rPr>
                <w:noProof/>
              </w:rPr>
              <w:fldChar w:fldCharType="end"/>
            </w:r>
          </w:p>
          <w:p w14:paraId="4AFA7A6A" w14:textId="77777777" w:rsidR="00847E94" w:rsidRDefault="003249AB">
            <w:pPr>
              <w:framePr w:hSpace="141" w:wrap="around" w:vAnchor="text" w:hAnchor="margin" w:y="104"/>
            </w:pPr>
            <w:r>
              <w:fldChar w:fldCharType="begin"/>
            </w:r>
            <w:r>
              <w:instrText xml:space="preserve"> MERGEFIELD PLZ </w:instrText>
            </w:r>
            <w:r>
              <w:fldChar w:fldCharType="separate"/>
            </w:r>
            <w:r>
              <w:rPr>
                <w:noProof/>
              </w:rPr>
              <w:t>«PLZ»</w:t>
            </w:r>
            <w:r>
              <w:rPr>
                <w:noProof/>
              </w:rPr>
              <w:fldChar w:fldCharType="end"/>
            </w:r>
            <w:r w:rsidR="00847E94"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separate"/>
            </w:r>
            <w:r>
              <w:rPr>
                <w:noProof/>
              </w:rPr>
              <w:t>«Ort»</w:t>
            </w:r>
            <w:r>
              <w:rPr>
                <w:noProof/>
              </w:rPr>
              <w:fldChar w:fldCharType="end"/>
            </w:r>
          </w:p>
          <w:p w14:paraId="0637153E" w14:textId="77777777" w:rsidR="00B304E2" w:rsidRDefault="00B304E2">
            <w:pPr>
              <w:framePr w:hSpace="141" w:wrap="around" w:vAnchor="text" w:hAnchor="margin" w:y="104"/>
            </w:pPr>
          </w:p>
        </w:tc>
      </w:tr>
    </w:tbl>
    <w:p w14:paraId="6F5B93B1" w14:textId="77777777" w:rsidR="00B304E2" w:rsidRDefault="00B304E2"/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97"/>
        <w:gridCol w:w="2835"/>
        <w:gridCol w:w="2835"/>
        <w:gridCol w:w="1701"/>
      </w:tblGrid>
      <w:tr w:rsidR="00B304E2" w14:paraId="4103F6B5" w14:textId="77777777">
        <w:tc>
          <w:tcPr>
            <w:tcW w:w="3097" w:type="dxa"/>
          </w:tcPr>
          <w:p w14:paraId="273DDDFF" w14:textId="77777777" w:rsidR="00B304E2" w:rsidRDefault="002F7BF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Ihre Nachricht vom</w:t>
            </w:r>
          </w:p>
        </w:tc>
        <w:tc>
          <w:tcPr>
            <w:tcW w:w="2835" w:type="dxa"/>
          </w:tcPr>
          <w:p w14:paraId="0B7A3A4F" w14:textId="77777777" w:rsidR="00B304E2" w:rsidRDefault="002F7BF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Unsere Nachricht vom</w:t>
            </w:r>
          </w:p>
        </w:tc>
        <w:tc>
          <w:tcPr>
            <w:tcW w:w="2835" w:type="dxa"/>
          </w:tcPr>
          <w:p w14:paraId="6B1BA4CA" w14:textId="77777777" w:rsidR="00B304E2" w:rsidRDefault="002F7BF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Telefon</w:t>
            </w:r>
          </w:p>
        </w:tc>
        <w:tc>
          <w:tcPr>
            <w:tcW w:w="1701" w:type="dxa"/>
          </w:tcPr>
          <w:p w14:paraId="1E8DCD26" w14:textId="77777777" w:rsidR="00B304E2" w:rsidRDefault="002F7BF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Datum</w:t>
            </w:r>
          </w:p>
        </w:tc>
      </w:tr>
      <w:tr w:rsidR="00B304E2" w14:paraId="7456D128" w14:textId="77777777">
        <w:tc>
          <w:tcPr>
            <w:tcW w:w="3097" w:type="dxa"/>
          </w:tcPr>
          <w:p w14:paraId="501C57AB" w14:textId="77777777" w:rsidR="00B304E2" w:rsidRDefault="00B304E2"/>
        </w:tc>
        <w:tc>
          <w:tcPr>
            <w:tcW w:w="2835" w:type="dxa"/>
          </w:tcPr>
          <w:p w14:paraId="6A5C13C2" w14:textId="77777777" w:rsidR="00B304E2" w:rsidRDefault="00B304E2"/>
        </w:tc>
        <w:tc>
          <w:tcPr>
            <w:tcW w:w="2835" w:type="dxa"/>
          </w:tcPr>
          <w:p w14:paraId="696EF51B" w14:textId="77777777" w:rsidR="00B304E2" w:rsidRDefault="002F7BF5">
            <w:r>
              <w:t>0815 4711</w:t>
            </w:r>
          </w:p>
        </w:tc>
        <w:tc>
          <w:tcPr>
            <w:tcW w:w="1701" w:type="dxa"/>
          </w:tcPr>
          <w:p w14:paraId="60BE01C5" w14:textId="401EAE78" w:rsidR="00B304E2" w:rsidRDefault="003249AB">
            <w:r>
              <w:fldChar w:fldCharType="begin"/>
            </w:r>
            <w:r>
              <w:instrText xml:space="preserve"> TIME \@ "dd.MM.yyyy" </w:instrText>
            </w:r>
            <w:r>
              <w:fldChar w:fldCharType="separate"/>
            </w:r>
            <w:r>
              <w:rPr>
                <w:noProof/>
              </w:rPr>
              <w:t>13.09.2023</w:t>
            </w:r>
            <w:r>
              <w:fldChar w:fldCharType="end"/>
            </w:r>
          </w:p>
        </w:tc>
      </w:tr>
    </w:tbl>
    <w:p w14:paraId="41A2EFA1" w14:textId="77777777" w:rsidR="00B304E2" w:rsidRDefault="00B304E2"/>
    <w:p w14:paraId="22CFD652" w14:textId="77777777" w:rsidR="00B304E2" w:rsidRDefault="00B304E2"/>
    <w:p w14:paraId="1A5DD1AC" w14:textId="77777777" w:rsidR="00B304E2" w:rsidRDefault="002F7BF5">
      <w:r>
        <w:rPr>
          <w:b/>
        </w:rPr>
        <w:t>Sonderangebot für unsere treuen Kunden</w:t>
      </w:r>
    </w:p>
    <w:p w14:paraId="1C416AB6" w14:textId="77777777" w:rsidR="00B304E2" w:rsidRDefault="00B304E2"/>
    <w:p w14:paraId="14A77693" w14:textId="77777777" w:rsidR="00B304E2" w:rsidRDefault="00B304E2"/>
    <w:p w14:paraId="777CB08D" w14:textId="77777777" w:rsidR="00B304E2" w:rsidRDefault="002F7BF5">
      <w:r>
        <w:t>Sehr geehrte</w:t>
      </w:r>
      <w:r w:rsidR="004D5892">
        <w:fldChar w:fldCharType="begin"/>
      </w:r>
      <w:r w:rsidR="00847E94">
        <w:instrText xml:space="preserve"> IF </w:instrText>
      </w:r>
      <w:r w:rsidR="003249AB">
        <w:fldChar w:fldCharType="begin"/>
      </w:r>
      <w:r w:rsidR="003249AB">
        <w:instrText xml:space="preserve"> MERGEFIELD Anrede </w:instrText>
      </w:r>
      <w:r w:rsidR="003249AB">
        <w:fldChar w:fldCharType="separate"/>
      </w:r>
      <w:r w:rsidR="003249AB">
        <w:rPr>
          <w:noProof/>
        </w:rPr>
        <w:instrText>Herr</w:instrText>
      </w:r>
      <w:r w:rsidR="003249AB">
        <w:rPr>
          <w:noProof/>
        </w:rPr>
        <w:fldChar w:fldCharType="end"/>
      </w:r>
      <w:r w:rsidR="00847E94">
        <w:instrText xml:space="preserve"> = "Herr" "r" "" </w:instrText>
      </w:r>
      <w:r w:rsidR="004D5892">
        <w:fldChar w:fldCharType="separate"/>
      </w:r>
      <w:r w:rsidR="003249AB">
        <w:rPr>
          <w:noProof/>
        </w:rPr>
        <w:t>r</w:t>
      </w:r>
      <w:r w:rsidR="004D5892">
        <w:fldChar w:fldCharType="end"/>
      </w:r>
      <w:r w:rsidR="00847E94">
        <w:t xml:space="preserve"> </w:t>
      </w:r>
      <w:r w:rsidR="003249AB">
        <w:fldChar w:fldCharType="begin"/>
      </w:r>
      <w:r w:rsidR="003249AB">
        <w:instrText xml:space="preserve"> MERGEFIELD Anrede </w:instrText>
      </w:r>
      <w:r w:rsidR="003249AB">
        <w:fldChar w:fldCharType="separate"/>
      </w:r>
      <w:r w:rsidR="003249AB">
        <w:rPr>
          <w:noProof/>
        </w:rPr>
        <w:t>«Anrede»</w:t>
      </w:r>
      <w:r w:rsidR="003249AB">
        <w:rPr>
          <w:noProof/>
        </w:rPr>
        <w:fldChar w:fldCharType="end"/>
      </w:r>
      <w:r w:rsidR="00847E94">
        <w:t xml:space="preserve"> </w:t>
      </w:r>
      <w:r w:rsidR="003249AB">
        <w:fldChar w:fldCharType="begin"/>
      </w:r>
      <w:r w:rsidR="003249AB">
        <w:instrText xml:space="preserve"> MERGEFIELD Nachname </w:instrText>
      </w:r>
      <w:r w:rsidR="003249AB">
        <w:fldChar w:fldCharType="separate"/>
      </w:r>
      <w:r w:rsidR="003249AB">
        <w:rPr>
          <w:noProof/>
        </w:rPr>
        <w:t>«Nachname»</w:t>
      </w:r>
      <w:r w:rsidR="003249AB">
        <w:rPr>
          <w:noProof/>
        </w:rPr>
        <w:fldChar w:fldCharType="end"/>
      </w:r>
      <w:r>
        <w:t>,</w:t>
      </w:r>
    </w:p>
    <w:p w14:paraId="058E188C" w14:textId="77777777" w:rsidR="00B304E2" w:rsidRDefault="00B304E2"/>
    <w:p w14:paraId="37506822" w14:textId="77777777" w:rsidR="00B304E2" w:rsidRDefault="002F7BF5">
      <w:r>
        <w:t xml:space="preserve">für unsere langjährigen Kunden in </w:t>
      </w:r>
      <w:r w:rsidR="003249AB">
        <w:fldChar w:fldCharType="begin"/>
      </w:r>
      <w:r w:rsidR="003249AB">
        <w:instrText xml:space="preserve"> MERGEFIELD Ort </w:instrText>
      </w:r>
      <w:r w:rsidR="003249AB">
        <w:fldChar w:fldCharType="separate"/>
      </w:r>
      <w:r w:rsidR="003249AB">
        <w:rPr>
          <w:noProof/>
        </w:rPr>
        <w:t>«Ort»</w:t>
      </w:r>
      <w:r w:rsidR="003249AB">
        <w:rPr>
          <w:noProof/>
        </w:rPr>
        <w:fldChar w:fldCharType="end"/>
      </w:r>
      <w:r>
        <w:t xml:space="preserve"> haben wir ein besonderes Angebot:</w:t>
      </w:r>
    </w:p>
    <w:p w14:paraId="22B7BFD0" w14:textId="77777777" w:rsidR="00B304E2" w:rsidRDefault="00B304E2"/>
    <w:p w14:paraId="7E4651C5" w14:textId="77777777" w:rsidR="00B304E2" w:rsidRDefault="002F7BF5">
      <w:r>
        <w:t>Kaffeeservice „Royal“ in zwei Ausführungen</w:t>
      </w:r>
    </w:p>
    <w:p w14:paraId="6ABBF025" w14:textId="77777777" w:rsidR="00B304E2" w:rsidRDefault="00B304E2"/>
    <w:p w14:paraId="46F8A5C4" w14:textId="77777777" w:rsidR="00B304E2" w:rsidRDefault="002F7BF5">
      <w:pPr>
        <w:pStyle w:val="Kopfzeile"/>
        <w:tabs>
          <w:tab w:val="clear" w:pos="4536"/>
          <w:tab w:val="clear" w:pos="9072"/>
          <w:tab w:val="decimal" w:pos="540"/>
          <w:tab w:val="left" w:pos="1620"/>
          <w:tab w:val="decimal" w:pos="3960"/>
          <w:tab w:val="left" w:pos="5710"/>
        </w:tabs>
      </w:pPr>
      <w:r>
        <w:t>Teile</w:t>
      </w:r>
      <w:r>
        <w:tab/>
        <w:t>Farbe</w:t>
      </w:r>
      <w:r>
        <w:tab/>
        <w:t>Preis</w:t>
      </w:r>
    </w:p>
    <w:p w14:paraId="4BFC2060" w14:textId="77777777" w:rsidR="00B304E2" w:rsidRDefault="002F7BF5">
      <w:pPr>
        <w:tabs>
          <w:tab w:val="decimal" w:pos="540"/>
          <w:tab w:val="left" w:pos="1620"/>
          <w:tab w:val="decimal" w:pos="3960"/>
        </w:tabs>
      </w:pPr>
      <w:r>
        <w:tab/>
        <w:t>6</w:t>
      </w:r>
      <w:r>
        <w:tab/>
        <w:t>Blau</w:t>
      </w:r>
      <w:r>
        <w:tab/>
        <w:t>68,98</w:t>
      </w:r>
    </w:p>
    <w:p w14:paraId="2272EA5A" w14:textId="77777777" w:rsidR="00B304E2" w:rsidRDefault="002F7BF5">
      <w:pPr>
        <w:pStyle w:val="Kopfzeile"/>
        <w:tabs>
          <w:tab w:val="clear" w:pos="4536"/>
          <w:tab w:val="clear" w:pos="9072"/>
          <w:tab w:val="decimal" w:pos="540"/>
          <w:tab w:val="left" w:pos="1620"/>
          <w:tab w:val="decimal" w:pos="3960"/>
          <w:tab w:val="left" w:pos="5710"/>
        </w:tabs>
      </w:pPr>
      <w:r>
        <w:tab/>
        <w:t>12</w:t>
      </w:r>
      <w:r>
        <w:tab/>
        <w:t>Rot</w:t>
      </w:r>
      <w:r>
        <w:tab/>
        <w:t>108,00</w:t>
      </w:r>
    </w:p>
    <w:p w14:paraId="2D95529E" w14:textId="77777777" w:rsidR="00B304E2" w:rsidRDefault="00B304E2"/>
    <w:p w14:paraId="548F3BA8" w14:textId="77777777" w:rsidR="00B304E2" w:rsidRDefault="002F7BF5">
      <w:r>
        <w:t xml:space="preserve">Bitte rufen Sie uns unter der </w:t>
      </w:r>
      <w:proofErr w:type="spellStart"/>
      <w:r>
        <w:t>Sondernr</w:t>
      </w:r>
      <w:proofErr w:type="spellEnd"/>
      <w:r>
        <w:t>. 0815/4711 an und bestellen Sie.</w:t>
      </w:r>
    </w:p>
    <w:p w14:paraId="15F08815" w14:textId="77777777" w:rsidR="00B304E2" w:rsidRDefault="00B304E2"/>
    <w:p w14:paraId="47A13E42" w14:textId="77777777" w:rsidR="00B304E2" w:rsidRDefault="002F7BF5">
      <w:pPr>
        <w:pStyle w:val="Tipp"/>
      </w:pPr>
      <w:r>
        <w:t xml:space="preserve">Unser Tipp: Bestellen Sie bald, das Angebot ist </w:t>
      </w:r>
      <w:proofErr w:type="gramStart"/>
      <w:r>
        <w:t>begrenzt !</w:t>
      </w:r>
      <w:proofErr w:type="gramEnd"/>
    </w:p>
    <w:p w14:paraId="0FDE3F66" w14:textId="77777777" w:rsidR="00B304E2" w:rsidRDefault="00B304E2"/>
    <w:p w14:paraId="5C32E23A" w14:textId="77777777" w:rsidR="00B304E2" w:rsidRDefault="002F7BF5">
      <w:r>
        <w:t>Mit freundlichen Grüßen</w:t>
      </w:r>
    </w:p>
    <w:p w14:paraId="271DB16D" w14:textId="77777777" w:rsidR="00B304E2" w:rsidRDefault="00B304E2"/>
    <w:p w14:paraId="392C5AB8" w14:textId="77777777" w:rsidR="00B304E2" w:rsidRDefault="002F7BF5">
      <w:r>
        <w:t>i.A.</w:t>
      </w:r>
    </w:p>
    <w:p w14:paraId="75A1208E" w14:textId="77777777" w:rsidR="00B304E2" w:rsidRDefault="00B304E2"/>
    <w:p w14:paraId="416ACE03" w14:textId="77777777" w:rsidR="002F7BF5" w:rsidRDefault="002F7BF5">
      <w:r>
        <w:t>Renate Meier, Verkaufsleiterin</w:t>
      </w:r>
    </w:p>
    <w:sectPr w:rsidR="002F7BF5" w:rsidSect="00B304E2">
      <w:headerReference w:type="default" r:id="rId6"/>
      <w:footerReference w:type="first" r:id="rId7"/>
      <w:pgSz w:w="11906" w:h="16838"/>
      <w:pgMar w:top="1077" w:right="1134" w:bottom="1418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DD8D2" w14:textId="77777777" w:rsidR="00C701A0" w:rsidRDefault="00C701A0">
      <w:r>
        <w:separator/>
      </w:r>
    </w:p>
  </w:endnote>
  <w:endnote w:type="continuationSeparator" w:id="0">
    <w:p w14:paraId="4D945DD4" w14:textId="77777777" w:rsidR="00C701A0" w:rsidRDefault="00C7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E95FD" w14:textId="77777777" w:rsidR="00C701A0" w:rsidRDefault="00C701A0">
    <w:pPr>
      <w:pStyle w:val="Fuzeile"/>
      <w:tabs>
        <w:tab w:val="clear" w:pos="4536"/>
        <w:tab w:val="clear" w:pos="9072"/>
        <w:tab w:val="center" w:pos="284"/>
        <w:tab w:val="right" w:pos="567"/>
      </w:tabs>
      <w:rPr>
        <w:sz w:val="16"/>
      </w:rPr>
    </w:pPr>
    <w:r>
      <w:rPr>
        <w:sz w:val="16"/>
      </w:rPr>
      <w:t>________________________________________________________________________________________________</w:t>
    </w:r>
  </w:p>
  <w:p w14:paraId="7BCCC07B" w14:textId="77777777" w:rsidR="00C701A0" w:rsidRDefault="00C701A0">
    <w:pPr>
      <w:pStyle w:val="Fuzeile"/>
      <w:tabs>
        <w:tab w:val="clear" w:pos="4536"/>
        <w:tab w:val="clear" w:pos="9072"/>
        <w:tab w:val="center" w:pos="142"/>
        <w:tab w:val="right" w:pos="426"/>
      </w:tabs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>Musterbank</w:t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  <w:t>Fax:</w:t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  <w:t>0815 4712</w:t>
    </w:r>
  </w:p>
  <w:p w14:paraId="79012A04" w14:textId="77777777" w:rsidR="00C701A0" w:rsidRDefault="00C701A0">
    <w:pPr>
      <w:pStyle w:val="Fuzeile"/>
      <w:tabs>
        <w:tab w:val="clear" w:pos="4536"/>
        <w:tab w:val="clear" w:pos="9072"/>
        <w:tab w:val="center" w:pos="142"/>
        <w:tab w:val="right" w:pos="426"/>
      </w:tabs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>Konto-Nr. 1234567890</w:t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  <w:t>Internet:</w:t>
    </w:r>
    <w:r>
      <w:rPr>
        <w:rFonts w:ascii="Century Gothic" w:hAnsi="Century Gothic"/>
        <w:sz w:val="18"/>
      </w:rPr>
      <w:tab/>
    </w:r>
    <w:hyperlink r:id="rId1" w:history="1">
      <w:r w:rsidRPr="00CA197D">
        <w:rPr>
          <w:rStyle w:val="Hyperlink"/>
          <w:rFonts w:ascii="Century Gothic" w:hAnsi="Century Gothic"/>
          <w:sz w:val="18"/>
        </w:rPr>
        <w:t>www.porzellanmanufaktur.de</w:t>
      </w:r>
    </w:hyperlink>
    <w:r>
      <w:rPr>
        <w:rFonts w:ascii="Century Gothic" w:hAnsi="Century Gothic"/>
        <w:sz w:val="18"/>
      </w:rPr>
      <w:t xml:space="preserve"> </w:t>
    </w:r>
  </w:p>
  <w:p w14:paraId="3CB5CB9F" w14:textId="77777777" w:rsidR="00C701A0" w:rsidRDefault="00C701A0">
    <w:pPr>
      <w:pStyle w:val="Fuzeile"/>
      <w:tabs>
        <w:tab w:val="clear" w:pos="4536"/>
        <w:tab w:val="clear" w:pos="9072"/>
        <w:tab w:val="center" w:pos="142"/>
        <w:tab w:val="right" w:pos="426"/>
      </w:tabs>
    </w:pPr>
    <w:r>
      <w:rPr>
        <w:rFonts w:ascii="Century Gothic" w:hAnsi="Century Gothic"/>
        <w:sz w:val="18"/>
      </w:rPr>
      <w:tab/>
      <w:t>BLZ 10010000</w:t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  <w:t>E-Mail:</w:t>
    </w:r>
    <w:r>
      <w:rPr>
        <w:rFonts w:ascii="Century Gothic" w:hAnsi="Century Gothic"/>
        <w:sz w:val="18"/>
      </w:rPr>
      <w:tab/>
    </w:r>
    <w:r>
      <w:rPr>
        <w:rFonts w:ascii="Century Gothic" w:hAnsi="Century Gothic"/>
        <w:sz w:val="18"/>
      </w:rPr>
      <w:tab/>
    </w:r>
    <w:hyperlink r:id="rId2" w:history="1">
      <w:r w:rsidRPr="00CA197D">
        <w:rPr>
          <w:rStyle w:val="Hyperlink"/>
          <w:rFonts w:ascii="Century Gothic" w:hAnsi="Century Gothic"/>
          <w:sz w:val="18"/>
        </w:rPr>
        <w:t>marketing@porzellanmanufaktur.de</w:t>
      </w:r>
    </w:hyperlink>
    <w:r>
      <w:rPr>
        <w:rFonts w:ascii="Century Gothic" w:hAnsi="Century Gothic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F41F5" w14:textId="77777777" w:rsidR="00C701A0" w:rsidRDefault="00C701A0">
      <w:r>
        <w:separator/>
      </w:r>
    </w:p>
  </w:footnote>
  <w:footnote w:type="continuationSeparator" w:id="0">
    <w:p w14:paraId="7548B9E1" w14:textId="77777777" w:rsidR="00C701A0" w:rsidRDefault="00C70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F20DA" w14:textId="77777777" w:rsidR="00C701A0" w:rsidRDefault="00C701A0">
    <w:pPr>
      <w:pStyle w:val="Kopfzeile"/>
      <w:jc w:val="center"/>
      <w:rPr>
        <w:rStyle w:val="Seitenzahl"/>
      </w:rPr>
    </w:pPr>
    <w: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–</w:t>
    </w:r>
  </w:p>
  <w:p w14:paraId="757C3691" w14:textId="77777777" w:rsidR="00C701A0" w:rsidRDefault="00C701A0">
    <w:pPr>
      <w:pStyle w:val="Kopfzeile"/>
    </w:pPr>
    <w:r>
      <w:rPr>
        <w:rFonts w:ascii="Arial" w:hAnsi="Arial"/>
        <w:sz w:val="16"/>
      </w:rPr>
      <w:t>Datum:</w:t>
    </w:r>
    <w:r>
      <w:t xml:space="preserve"> </w:t>
    </w:r>
    <w:r>
      <w:fldChar w:fldCharType="begin"/>
    </w:r>
    <w:r>
      <w:instrText xml:space="preserve"> TIME \@ "yyyy-MM-dd" </w:instrText>
    </w:r>
    <w:r>
      <w:fldChar w:fldCharType="separate"/>
    </w:r>
    <w:r w:rsidR="003249AB">
      <w:rPr>
        <w:noProof/>
      </w:rPr>
      <w:t>2023-09-13</w:t>
    </w:r>
    <w:r>
      <w:fldChar w:fldCharType="end"/>
    </w:r>
  </w:p>
  <w:p w14:paraId="39463DC1" w14:textId="77777777" w:rsidR="00C701A0" w:rsidRDefault="00C701A0">
    <w:pPr>
      <w:pStyle w:val="Kopfzeile"/>
      <w:rPr>
        <w:rFonts w:ascii="Arial" w:hAnsi="Arial"/>
        <w:sz w:val="16"/>
      </w:rPr>
    </w:pPr>
    <w:r>
      <w:rPr>
        <w:rFonts w:ascii="Arial" w:hAnsi="Arial"/>
        <w:sz w:val="16"/>
      </w:rPr>
      <w:t>Empfänger: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7"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E:\VHS_Office\Tln\CD\Lehrmaterial\Ergebnisse\Office_2007\word\Serienbrief\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odso>
      <w:udl w:val="Provider=Microsoft.ACE.OLEDB.12.0;User ID=Admin;Data Source=D:\vhs_renew\gueltig\VHS_Win\VHS_Office\Office_Grundkurs_Win\Mi501-100H_Office_Sep_2023\Ergebnisse\word\Serienbrief\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column w:val="0"/>
        <w:lid w:val="de-DE"/>
      </w:fieldMapData>
      <w:fieldMapData>
        <w:type w:val="dbColumn"/>
        <w:name w:val="Anrede"/>
        <w:mappedName w:val="Anrede"/>
        <w:column w:val="0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column w:val="0"/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6"/>
        <w:lid w:val="de-DE"/>
      </w:fieldMapData>
      <w:fieldMapData>
        <w:column w:val="0"/>
        <w:lid w:val="de-DE"/>
      </w:fieldMapData>
      <w:fieldMapData>
        <w:type w:val="dbColumn"/>
        <w:name w:val="PLZ"/>
        <w:mappedName w:val="PLZ"/>
        <w:column w:val="5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E-Mail"/>
        <w:mappedName w:val="E-Mail-Adresse"/>
        <w:column w:val="7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27A0"/>
    <w:rsid w:val="00134630"/>
    <w:rsid w:val="002F7BF5"/>
    <w:rsid w:val="003249AB"/>
    <w:rsid w:val="004D5892"/>
    <w:rsid w:val="00565054"/>
    <w:rsid w:val="006A27A0"/>
    <w:rsid w:val="00847E94"/>
    <w:rsid w:val="00957B0A"/>
    <w:rsid w:val="009646BD"/>
    <w:rsid w:val="00B304E2"/>
    <w:rsid w:val="00C701A0"/>
    <w:rsid w:val="00D9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058217"/>
  <w15:docId w15:val="{76CC8CB6-6DE8-4728-A792-B33EEE944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04E2"/>
    <w:pPr>
      <w:tabs>
        <w:tab w:val="left" w:pos="5710"/>
      </w:tabs>
    </w:pPr>
    <w:rPr>
      <w:rFonts w:ascii="Courier New" w:hAnsi="Courier New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B304E2"/>
    <w:pPr>
      <w:tabs>
        <w:tab w:val="clear" w:pos="5710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B304E2"/>
    <w:pPr>
      <w:tabs>
        <w:tab w:val="clear" w:pos="5710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B304E2"/>
  </w:style>
  <w:style w:type="character" w:styleId="Hyperlink">
    <w:name w:val="Hyperlink"/>
    <w:basedOn w:val="Absatz-Standardschriftart"/>
    <w:semiHidden/>
    <w:rsid w:val="00B304E2"/>
    <w:rPr>
      <w:color w:val="0000FF"/>
      <w:u w:val="single"/>
    </w:rPr>
  </w:style>
  <w:style w:type="paragraph" w:customStyle="1" w:styleId="Tipp">
    <w:name w:val="Tipp"/>
    <w:basedOn w:val="Standard"/>
    <w:rsid w:val="00B304E2"/>
    <w:pPr>
      <w:pBdr>
        <w:top w:val="thickThinSmallGap" w:sz="24" w:space="1" w:color="auto"/>
        <w:left w:val="thickThinSmallGap" w:sz="24" w:space="4" w:color="auto"/>
        <w:bottom w:val="thickThinSmallGap" w:sz="24" w:space="1" w:color="auto"/>
        <w:right w:val="thickThinSmallGap" w:sz="24" w:space="4" w:color="auto"/>
      </w:pBdr>
    </w:pPr>
    <w:rPr>
      <w:rFonts w:ascii="Comic Sans MS" w:hAnsi="Comic Sans MS"/>
      <w:i/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1A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1A0"/>
    <w:rPr>
      <w:rFonts w:ascii="Segoe UI" w:hAnsi="Segoe UI" w:cs="Segoe UI"/>
      <w:sz w:val="18"/>
      <w:szCs w:val="18"/>
    </w:rPr>
  </w:style>
  <w:style w:type="paragraph" w:styleId="Umschlagadresse">
    <w:name w:val="envelope address"/>
    <w:basedOn w:val="Standard"/>
    <w:uiPriority w:val="99"/>
    <w:unhideWhenUsed/>
    <w:rsid w:val="00134630"/>
    <w:pPr>
      <w:framePr w:w="4319" w:h="2160" w:hRule="exact" w:hSpace="141" w:wrap="auto" w:vAnchor="page" w:hAnchor="page" w:x="5762" w:y="3120"/>
    </w:pPr>
    <w:rPr>
      <w:rFonts w:asciiTheme="majorHAnsi" w:eastAsiaTheme="majorEastAsia" w:hAnsiTheme="majorHAnsi" w:cstheme="majorBidi"/>
    </w:rPr>
  </w:style>
  <w:style w:type="paragraph" w:styleId="Umschlagabsenderadresse">
    <w:name w:val="envelope return"/>
    <w:basedOn w:val="Standard"/>
    <w:uiPriority w:val="99"/>
    <w:unhideWhenUsed/>
    <w:rsid w:val="00134630"/>
    <w:pPr>
      <w:framePr w:w="4320" w:h="2160" w:hRule="exact" w:hSpace="141" w:wrap="auto" w:vAnchor="page" w:hAnchor="page" w:x="721" w:y="1203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rketing@porzellanmanufaktur.de" TargetMode="External"/><Relationship Id="rId1" Type="http://schemas.openxmlformats.org/officeDocument/2006/relationships/hyperlink" Target="http://www.porzellanmanufaktur.de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vhs_renew\gueltig\VHS_Win\VHS_Office\Office_Grundkurs_Win\Mi501-100H_Office_Sep_2023\Ergebnisse\word\Serienbrief\Adressen.xlsx" TargetMode="External"/><Relationship Id="rId1" Type="http://schemas.openxmlformats.org/officeDocument/2006/relationships/attachedTemplate" Target="file:///C:\Dokumente%20und%20Einstellungen\Papa\Anwendungsdaten\Microsoft\Templates\DIN5008B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DIN5008B.dot</Template>
  <TotalTime>0</TotalTime>
  <Pages>1</Pages>
  <Words>138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Geschaeftsbrief aehnlich DIN 5008 B</vt:lpstr>
    </vt:vector>
  </TitlesOfParts>
  <Company/>
  <LinksUpToDate>false</LinksUpToDate>
  <CharactersWithSpaces>1012</CharactersWithSpaces>
  <SharedDoc>false</SharedDoc>
  <HLinks>
    <vt:vector size="12" baseType="variant">
      <vt:variant>
        <vt:i4>3211285</vt:i4>
      </vt:variant>
      <vt:variant>
        <vt:i4>9</vt:i4>
      </vt:variant>
      <vt:variant>
        <vt:i4>0</vt:i4>
      </vt:variant>
      <vt:variant>
        <vt:i4>5</vt:i4>
      </vt:variant>
      <vt:variant>
        <vt:lpwstr>mailto:marketing@textlayout.de</vt:lpwstr>
      </vt:variant>
      <vt:variant>
        <vt:lpwstr/>
      </vt:variant>
      <vt:variant>
        <vt:i4>786527</vt:i4>
      </vt:variant>
      <vt:variant>
        <vt:i4>6</vt:i4>
      </vt:variant>
      <vt:variant>
        <vt:i4>0</vt:i4>
      </vt:variant>
      <vt:variant>
        <vt:i4>5</vt:i4>
      </vt:variant>
      <vt:variant>
        <vt:lpwstr>http://www.textlayout.de/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Geschaeftsbrief aehnlich DIN 5008 B</dc:title>
  <dc:subject>allgemeine Vorlage für einen Geschäftsbrief</dc:subject>
  <dc:creator>Frank Thaldorf</dc:creator>
  <cp:keywords>VHS Geschäftsbrief DIN 5008 B</cp:keywords>
  <dc:description>Lernunterlage für den VHS-Kurs "Office im Überblick"</dc:description>
  <cp:lastModifiedBy>Frank Thaldorf</cp:lastModifiedBy>
  <cp:revision>8</cp:revision>
  <cp:lastPrinted>2017-04-08T11:23:00Z</cp:lastPrinted>
  <dcterms:created xsi:type="dcterms:W3CDTF">2008-10-15T17:14:00Z</dcterms:created>
  <dcterms:modified xsi:type="dcterms:W3CDTF">2023-09-13T14:39:00Z</dcterms:modified>
  <cp:category>VHS</cp:category>
</cp:coreProperties>
</file>